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7A5FC5" w14:paraId="11BDA798" w14:textId="77777777" w:rsidTr="000B6122">
        <w:trPr>
          <w:trHeight w:val="1987"/>
        </w:trPr>
        <w:tc>
          <w:tcPr>
            <w:tcW w:w="5387" w:type="dxa"/>
          </w:tcPr>
          <w:p w14:paraId="01D670C5" w14:textId="77777777" w:rsidR="007A5FC5" w:rsidRPr="00A10E66" w:rsidRDefault="00997DE8" w:rsidP="000B6122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7728" behindDoc="0" locked="0" layoutInCell="1" allowOverlap="1" wp14:anchorId="4F2AAB68" wp14:editId="32FEA38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495" cy="957580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1AB0F542" w14:textId="77777777" w:rsidR="007A5FC5" w:rsidRPr="00BC1A62" w:rsidRDefault="007A5FC5" w:rsidP="000B6122">
            <w:pPr>
              <w:pStyle w:val="AK"/>
            </w:pPr>
          </w:p>
        </w:tc>
      </w:tr>
      <w:tr w:rsidR="007A5FC5" w:rsidRPr="001D4CFB" w14:paraId="7B175F9A" w14:textId="77777777" w:rsidTr="000B6122">
        <w:trPr>
          <w:trHeight w:val="1985"/>
        </w:trPr>
        <w:tc>
          <w:tcPr>
            <w:tcW w:w="5387" w:type="dxa"/>
          </w:tcPr>
          <w:p w14:paraId="33D328B1" w14:textId="016D430B" w:rsidR="00B72F5F" w:rsidRPr="00D71FE0" w:rsidRDefault="004339DC" w:rsidP="00A30524">
            <w:pPr>
              <w:spacing w:line="240" w:lineRule="auto"/>
              <w:rPr>
                <w:b/>
              </w:rPr>
            </w:pPr>
            <w:r>
              <w:rPr>
                <w:b/>
              </w:rPr>
              <w:t>Antti Ka</w:t>
            </w:r>
            <w:r w:rsidR="00B72F92">
              <w:rPr>
                <w:b/>
              </w:rPr>
              <w:t>sk</w:t>
            </w:r>
            <w:r w:rsidR="00B72F5F" w:rsidRPr="00D71FE0">
              <w:rPr>
                <w:b/>
              </w:rPr>
              <w:t xml:space="preserve"> </w:t>
            </w:r>
          </w:p>
          <w:p w14:paraId="2BC44D3F" w14:textId="77777777" w:rsidR="004339DC" w:rsidRDefault="004339DC" w:rsidP="004339DC">
            <w:pPr>
              <w:rPr>
                <w:rFonts w:eastAsia="Times New Roman"/>
                <w:kern w:val="0"/>
                <w:lang w:eastAsia="et-EE" w:bidi="ar-SA"/>
              </w:rPr>
            </w:pPr>
            <w:r>
              <w:rPr>
                <w:rFonts w:eastAsia="Times New Roman"/>
              </w:rPr>
              <w:t>MTG Grupp OÜ</w:t>
            </w:r>
          </w:p>
          <w:p w14:paraId="2C4259C8" w14:textId="4A79A1EF" w:rsidR="00E42978" w:rsidRDefault="004339DC" w:rsidP="00A30524">
            <w:pPr>
              <w:spacing w:line="240" w:lineRule="auto"/>
            </w:pPr>
            <w:r w:rsidRPr="004339DC">
              <w:t>Kaupmehe tn 7-60</w:t>
            </w:r>
            <w:r>
              <w:t>, Kesklinna linnaosa, Tallinn,</w:t>
            </w:r>
          </w:p>
          <w:p w14:paraId="1BFBD8F2" w14:textId="107CBF28" w:rsidR="004339DC" w:rsidRDefault="004339DC" w:rsidP="00A30524">
            <w:pPr>
              <w:spacing w:line="240" w:lineRule="auto"/>
            </w:pPr>
            <w:r>
              <w:t>Harjumaa</w:t>
            </w:r>
          </w:p>
          <w:p w14:paraId="3DF12C1B" w14:textId="77777777" w:rsidR="002F4AEC" w:rsidRPr="002F4AEC" w:rsidRDefault="002F4AEC" w:rsidP="002F4AEC">
            <w:pPr>
              <w:widowControl/>
              <w:suppressAutoHyphens w:val="0"/>
              <w:spacing w:line="240" w:lineRule="auto"/>
              <w:jc w:val="left"/>
              <w:rPr>
                <w:rFonts w:ascii="Aptos" w:eastAsia="Times New Roman" w:hAnsi="Aptos" w:cs="Aptos"/>
                <w:kern w:val="0"/>
                <w:lang w:eastAsia="et-EE" w:bidi="ar-SA"/>
              </w:rPr>
            </w:pPr>
            <w:hyperlink r:id="rId9" w:tgtFrame="_blank" w:history="1">
              <w:r w:rsidRPr="002F4AEC">
                <w:rPr>
                  <w:rFonts w:ascii="Aptos" w:eastAsia="Times New Roman" w:hAnsi="Aptos" w:cs="Aptos"/>
                  <w:color w:val="0000FF"/>
                  <w:kern w:val="0"/>
                  <w:u w:val="single"/>
                  <w:lang w:eastAsia="et-EE" w:bidi="ar-SA"/>
                </w:rPr>
                <w:t>antti@mtggrupp.ee</w:t>
              </w:r>
            </w:hyperlink>
          </w:p>
          <w:p w14:paraId="558FB1DB" w14:textId="77777777" w:rsidR="00B72F92" w:rsidRDefault="00B72F92" w:rsidP="00A30524">
            <w:pPr>
              <w:spacing w:line="240" w:lineRule="auto"/>
            </w:pPr>
          </w:p>
          <w:p w14:paraId="42E84305" w14:textId="77777777" w:rsidR="004339DC" w:rsidRDefault="004339DC" w:rsidP="00A30524">
            <w:pPr>
              <w:spacing w:line="240" w:lineRule="auto"/>
            </w:pPr>
          </w:p>
          <w:p w14:paraId="2ECB07E5" w14:textId="77777777" w:rsidR="004339DC" w:rsidRPr="00D71FE0" w:rsidRDefault="004339DC" w:rsidP="00A30524">
            <w:pPr>
              <w:spacing w:line="240" w:lineRule="auto"/>
              <w:rPr>
                <w:color w:val="222222"/>
                <w:shd w:val="clear" w:color="auto" w:fill="FFFFFF"/>
              </w:rPr>
            </w:pPr>
          </w:p>
          <w:p w14:paraId="087B070E" w14:textId="77777777" w:rsidR="00B22AAD" w:rsidRPr="00D71FE0" w:rsidRDefault="00B22AAD" w:rsidP="00A3052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685" w:type="dxa"/>
          </w:tcPr>
          <w:p w14:paraId="72CA5CCE" w14:textId="77777777" w:rsidR="007A5FC5" w:rsidRPr="00D71FE0" w:rsidRDefault="007A5FC5" w:rsidP="000B6122"/>
          <w:p w14:paraId="585737EE" w14:textId="77777777" w:rsidR="007A5FC5" w:rsidRPr="0003514F" w:rsidRDefault="007A5FC5" w:rsidP="000B6122"/>
          <w:p w14:paraId="25099149" w14:textId="77E357E0" w:rsidR="007A5FC5" w:rsidRPr="00D71FE0" w:rsidRDefault="004339DC" w:rsidP="00B72F5F">
            <w:r w:rsidRPr="0003514F">
              <w:t xml:space="preserve">    </w:t>
            </w:r>
            <w:r w:rsidR="007A5FC5" w:rsidRPr="0003514F">
              <w:t xml:space="preserve">Meie: </w:t>
            </w:r>
            <w:r w:rsidRPr="0003514F">
              <w:rPr>
                <w:color w:val="2D2C2D"/>
                <w:shd w:val="clear" w:color="auto" w:fill="FFFFFF"/>
              </w:rPr>
              <w:t>13.01.2025</w:t>
            </w:r>
            <w:r w:rsidR="00D71FE0" w:rsidRPr="0003514F">
              <w:rPr>
                <w:color w:val="2D2C2D"/>
                <w:shd w:val="clear" w:color="auto" w:fill="FFFFFF"/>
              </w:rPr>
              <w:t xml:space="preserve"> nr </w:t>
            </w:r>
            <w:r w:rsidR="0003514F" w:rsidRPr="0003514F">
              <w:rPr>
                <w:rFonts w:ascii="Arial" w:hAnsi="Arial" w:cs="Arial"/>
                <w:color w:val="2D2C2D"/>
                <w:shd w:val="clear" w:color="auto" w:fill="FFFFFF"/>
              </w:rPr>
              <w:t>7.2-2.1/237</w:t>
            </w:r>
          </w:p>
        </w:tc>
      </w:tr>
      <w:tr w:rsidR="004339DC" w:rsidRPr="001D4CFB" w14:paraId="33307A67" w14:textId="77777777" w:rsidTr="00B72F92">
        <w:trPr>
          <w:trHeight w:val="79"/>
        </w:trPr>
        <w:tc>
          <w:tcPr>
            <w:tcW w:w="5387" w:type="dxa"/>
          </w:tcPr>
          <w:p w14:paraId="31697ED0" w14:textId="77777777" w:rsidR="004339DC" w:rsidRDefault="004339DC" w:rsidP="00A30524">
            <w:pPr>
              <w:spacing w:line="240" w:lineRule="auto"/>
              <w:rPr>
                <w:b/>
              </w:rPr>
            </w:pPr>
          </w:p>
        </w:tc>
        <w:tc>
          <w:tcPr>
            <w:tcW w:w="3685" w:type="dxa"/>
          </w:tcPr>
          <w:p w14:paraId="3732CEB3" w14:textId="77777777" w:rsidR="004339DC" w:rsidRPr="00D71FE0" w:rsidRDefault="004339DC" w:rsidP="000B6122"/>
        </w:tc>
      </w:tr>
    </w:tbl>
    <w:p w14:paraId="021E7EBB" w14:textId="77777777" w:rsidR="007A5FC5" w:rsidRDefault="007A5FC5" w:rsidP="007A5FC5">
      <w:pPr>
        <w:pStyle w:val="Title"/>
      </w:pPr>
      <w:r>
        <w:t>Tõend</w:t>
      </w:r>
    </w:p>
    <w:p w14:paraId="66F07C09" w14:textId="77777777" w:rsidR="00EC338E" w:rsidRDefault="00EC338E" w:rsidP="008752A9">
      <w:pPr>
        <w:pStyle w:val="Adressaat"/>
      </w:pPr>
    </w:p>
    <w:p w14:paraId="3D826B0B" w14:textId="648EA399" w:rsidR="00B72F92" w:rsidRDefault="00CB3D44" w:rsidP="00304B92">
      <w:pPr>
        <w:spacing w:line="240" w:lineRule="auto"/>
      </w:pPr>
      <w:r>
        <w:t xml:space="preserve">Päästeameti Põhja päästekeskus </w:t>
      </w:r>
      <w:r w:rsidR="00B72F92">
        <w:t>ei sea takistusi</w:t>
      </w:r>
      <w:r w:rsidR="005E0303">
        <w:t xml:space="preserve"> aadressil </w:t>
      </w:r>
      <w:r w:rsidR="002D5A88">
        <w:t>Männipargi tn 1</w:t>
      </w:r>
      <w:r w:rsidR="005E0303">
        <w:t xml:space="preserve">, Keila, Harjumaa </w:t>
      </w:r>
      <w:r w:rsidR="00B72F92">
        <w:t>C</w:t>
      </w:r>
      <w:r w:rsidR="005E0303">
        <w:t>- korpuses</w:t>
      </w:r>
      <w:r w:rsidR="00B72F92">
        <w:t xml:space="preserve"> alljärgnevat teenust osutada:</w:t>
      </w:r>
    </w:p>
    <w:p w14:paraId="656CBCB7" w14:textId="11387237" w:rsidR="005E0303" w:rsidRDefault="005E0303" w:rsidP="00304B92">
      <w:pPr>
        <w:spacing w:line="240" w:lineRule="auto"/>
      </w:pPr>
      <w:r>
        <w:t xml:space="preserve"> </w:t>
      </w:r>
    </w:p>
    <w:p w14:paraId="287D9579" w14:textId="77777777" w:rsidR="00B72F92" w:rsidRDefault="00B72F92" w:rsidP="00B72F92">
      <w:pPr>
        <w:widowControl/>
        <w:suppressAutoHyphens w:val="0"/>
        <w:spacing w:before="100" w:beforeAutospacing="1" w:after="100" w:afterAutospacing="1" w:line="240" w:lineRule="auto"/>
        <w:ind w:left="360"/>
        <w:jc w:val="left"/>
        <w:rPr>
          <w:rFonts w:eastAsia="Times New Roman"/>
          <w:kern w:val="0"/>
          <w:lang w:eastAsia="et-EE" w:bidi="ar-SA"/>
        </w:rPr>
      </w:pPr>
      <w:r>
        <w:rPr>
          <w:rFonts w:eastAsia="Times New Roman"/>
        </w:rPr>
        <w:t xml:space="preserve">0. korrus - </w:t>
      </w:r>
      <w:proofErr w:type="spellStart"/>
      <w:r>
        <w:rPr>
          <w:rFonts w:eastAsia="Times New Roman"/>
        </w:rPr>
        <w:t>üldhooldekodu</w:t>
      </w:r>
      <w:proofErr w:type="spellEnd"/>
      <w:r>
        <w:rPr>
          <w:rFonts w:eastAsia="Times New Roman"/>
        </w:rPr>
        <w:t>/sterilisatsioon</w:t>
      </w:r>
    </w:p>
    <w:p w14:paraId="74DBFFDF" w14:textId="77777777" w:rsidR="00B72F92" w:rsidRDefault="00B72F92" w:rsidP="00B72F92">
      <w:pPr>
        <w:widowControl/>
        <w:suppressAutoHyphens w:val="0"/>
        <w:spacing w:before="100" w:beforeAutospacing="1" w:after="100" w:afterAutospacing="1" w:line="240" w:lineRule="auto"/>
        <w:ind w:left="360"/>
        <w:jc w:val="left"/>
        <w:rPr>
          <w:rFonts w:eastAsia="Times New Roman"/>
        </w:rPr>
      </w:pPr>
      <w:r>
        <w:rPr>
          <w:rFonts w:eastAsia="Times New Roman"/>
        </w:rPr>
        <w:t xml:space="preserve">1. korrus - </w:t>
      </w:r>
      <w:proofErr w:type="spellStart"/>
      <w:r>
        <w:rPr>
          <w:rFonts w:eastAsia="Times New Roman"/>
        </w:rPr>
        <w:t>üldhooldekodu</w:t>
      </w:r>
      <w:proofErr w:type="spellEnd"/>
    </w:p>
    <w:p w14:paraId="36F401B4" w14:textId="77777777" w:rsidR="00B72F92" w:rsidRDefault="00B72F92" w:rsidP="00B72F92">
      <w:pPr>
        <w:widowControl/>
        <w:suppressAutoHyphens w:val="0"/>
        <w:spacing w:before="100" w:beforeAutospacing="1" w:after="100" w:afterAutospacing="1" w:line="240" w:lineRule="auto"/>
        <w:ind w:left="360"/>
        <w:jc w:val="left"/>
        <w:rPr>
          <w:rFonts w:eastAsia="Times New Roman"/>
        </w:rPr>
      </w:pPr>
      <w:r>
        <w:rPr>
          <w:rFonts w:eastAsia="Times New Roman"/>
        </w:rPr>
        <w:t>2. korrus - tervishoiuteenused</w:t>
      </w:r>
    </w:p>
    <w:p w14:paraId="49F21B40" w14:textId="77777777" w:rsidR="00B72F92" w:rsidRDefault="00B72F92" w:rsidP="00B72F92">
      <w:pPr>
        <w:widowControl/>
        <w:suppressAutoHyphens w:val="0"/>
        <w:spacing w:before="100" w:beforeAutospacing="1" w:after="100" w:afterAutospacing="1" w:line="240" w:lineRule="auto"/>
        <w:ind w:left="360"/>
        <w:jc w:val="left"/>
        <w:rPr>
          <w:rFonts w:eastAsia="Times New Roman"/>
        </w:rPr>
      </w:pPr>
      <w:r>
        <w:rPr>
          <w:rFonts w:eastAsia="Times New Roman"/>
        </w:rPr>
        <w:t>3. korrus - tervishoiuteenused</w:t>
      </w:r>
    </w:p>
    <w:p w14:paraId="680C3D51" w14:textId="77777777" w:rsidR="00B72F92" w:rsidRDefault="00B72F92" w:rsidP="00B72F92">
      <w:pPr>
        <w:widowControl/>
        <w:suppressAutoHyphens w:val="0"/>
        <w:spacing w:before="100" w:beforeAutospacing="1" w:after="100" w:afterAutospacing="1" w:line="240" w:lineRule="auto"/>
        <w:ind w:left="360"/>
        <w:jc w:val="left"/>
        <w:rPr>
          <w:rFonts w:eastAsia="Times New Roman"/>
        </w:rPr>
      </w:pPr>
      <w:r>
        <w:rPr>
          <w:rFonts w:eastAsia="Times New Roman"/>
        </w:rPr>
        <w:t xml:space="preserve">4. korrus - </w:t>
      </w:r>
      <w:proofErr w:type="spellStart"/>
      <w:r>
        <w:rPr>
          <w:rFonts w:eastAsia="Times New Roman"/>
        </w:rPr>
        <w:t>üldhooldekodu</w:t>
      </w:r>
      <w:proofErr w:type="spellEnd"/>
      <w:r>
        <w:rPr>
          <w:rFonts w:eastAsia="Times New Roman"/>
        </w:rPr>
        <w:t>/tervishoiuteenused</w:t>
      </w:r>
    </w:p>
    <w:p w14:paraId="70AF953C" w14:textId="77777777" w:rsidR="007A5FC5" w:rsidRDefault="007A5FC5" w:rsidP="007A5FC5">
      <w:pPr>
        <w:pStyle w:val="Snum"/>
      </w:pPr>
    </w:p>
    <w:p w14:paraId="1AFD1FD3" w14:textId="77777777" w:rsidR="007A5FC5" w:rsidRDefault="007A5FC5" w:rsidP="007A5FC5">
      <w:pPr>
        <w:pStyle w:val="Snum"/>
      </w:pPr>
    </w:p>
    <w:p w14:paraId="7BBAB365" w14:textId="77777777" w:rsidR="007A5FC5" w:rsidRDefault="007A5FC5" w:rsidP="007A5FC5">
      <w:pPr>
        <w:pStyle w:val="Snum"/>
      </w:pPr>
      <w:r>
        <w:t>Lugupidamisega</w:t>
      </w:r>
    </w:p>
    <w:p w14:paraId="4481306A" w14:textId="77777777" w:rsidR="007A5FC5" w:rsidRDefault="007A5FC5" w:rsidP="007A5FC5">
      <w:pPr>
        <w:pStyle w:val="Snum"/>
      </w:pPr>
    </w:p>
    <w:p w14:paraId="2B2B1CC3" w14:textId="77777777" w:rsidR="007A5FC5" w:rsidRDefault="007A5FC5" w:rsidP="007A5FC5">
      <w:pPr>
        <w:pStyle w:val="Snum"/>
      </w:pPr>
    </w:p>
    <w:p w14:paraId="6A5C559B" w14:textId="77777777" w:rsidR="002A19E0" w:rsidRDefault="002A19E0" w:rsidP="002A19E0">
      <w:pPr>
        <w:pStyle w:val="Snum"/>
      </w:pPr>
      <w:r>
        <w:t>(allkirjastatud digitaalselt)</w:t>
      </w:r>
    </w:p>
    <w:p w14:paraId="734D02EE" w14:textId="77777777" w:rsidR="002A19E0" w:rsidRDefault="002A19E0" w:rsidP="002A19E0">
      <w:pPr>
        <w:pStyle w:val="Snum"/>
      </w:pPr>
      <w:r>
        <w:rPr>
          <w:lang w:eastAsia="et-EE"/>
        </w:rPr>
        <w:fldChar w:fldCharType="begin"/>
      </w:r>
      <w:r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>
        <w:rPr>
          <w:lang w:eastAsia="et-EE"/>
        </w:rPr>
        <w:t>Jana Aguraiuja</w:t>
      </w:r>
      <w:r>
        <w:rPr>
          <w:lang w:eastAsia="et-EE"/>
        </w:rPr>
        <w:fldChar w:fldCharType="end"/>
      </w:r>
    </w:p>
    <w:p w14:paraId="6C766CAE" w14:textId="7E51F205" w:rsidR="002A19E0" w:rsidRDefault="002A19E0" w:rsidP="002A19E0">
      <w:pPr>
        <w:pStyle w:val="Snum"/>
        <w:rPr>
          <w:lang w:eastAsia="et-EE"/>
        </w:rPr>
      </w:pPr>
      <w:r>
        <w:rPr>
          <w:lang w:eastAsia="et-EE"/>
        </w:rPr>
        <w:t xml:space="preserve">Ohutusjärelevalve büroo </w:t>
      </w:r>
      <w:r w:rsidR="00B72F92">
        <w:rPr>
          <w:lang w:eastAsia="et-EE"/>
        </w:rPr>
        <w:t>pea</w:t>
      </w:r>
      <w:r>
        <w:rPr>
          <w:lang w:eastAsia="et-EE"/>
        </w:rPr>
        <w:t>inspektor</w:t>
      </w:r>
    </w:p>
    <w:p w14:paraId="163431BF" w14:textId="77777777" w:rsidR="002A19E0" w:rsidRDefault="002A19E0" w:rsidP="002A19E0">
      <w:pPr>
        <w:pStyle w:val="Snum"/>
      </w:pPr>
      <w:r>
        <w:rPr>
          <w:lang w:eastAsia="et-EE"/>
        </w:rPr>
        <w:t>Põhja päästekeskus</w:t>
      </w:r>
    </w:p>
    <w:p w14:paraId="6B651A77" w14:textId="77777777" w:rsidR="002A19E0" w:rsidRDefault="002A19E0" w:rsidP="002A19E0">
      <w:pPr>
        <w:pStyle w:val="Snum"/>
      </w:pPr>
    </w:p>
    <w:p w14:paraId="20B53C45" w14:textId="77777777" w:rsidR="002A19E0" w:rsidRDefault="002A19E0" w:rsidP="002A19E0">
      <w:pPr>
        <w:pStyle w:val="Snum"/>
      </w:pPr>
    </w:p>
    <w:p w14:paraId="63D5F26A" w14:textId="77777777" w:rsidR="00EE6F96" w:rsidRDefault="00EE6F96" w:rsidP="002A19E0">
      <w:pPr>
        <w:pStyle w:val="Snum"/>
      </w:pPr>
    </w:p>
    <w:p w14:paraId="21C1B410" w14:textId="77777777" w:rsidR="002A19E0" w:rsidRDefault="002A19E0" w:rsidP="002A19E0">
      <w:pPr>
        <w:pStyle w:val="Snum"/>
      </w:pPr>
    </w:p>
    <w:p w14:paraId="1F257E57" w14:textId="77777777" w:rsidR="002A19E0" w:rsidRDefault="002A19E0" w:rsidP="002A19E0">
      <w:pPr>
        <w:pStyle w:val="Snum"/>
      </w:pPr>
    </w:p>
    <w:p w14:paraId="7C6C8FBE" w14:textId="77777777" w:rsidR="002A19E0" w:rsidRDefault="002A19E0" w:rsidP="002A19E0">
      <w:pPr>
        <w:pStyle w:val="Snum"/>
      </w:pPr>
    </w:p>
    <w:p w14:paraId="6BD35871" w14:textId="77777777" w:rsidR="002A19E0" w:rsidRDefault="002A19E0" w:rsidP="002A19E0">
      <w:pPr>
        <w:pStyle w:val="Snum"/>
      </w:pPr>
    </w:p>
    <w:p w14:paraId="3E670539" w14:textId="77777777" w:rsidR="002A19E0" w:rsidRDefault="002A19E0" w:rsidP="002A19E0">
      <w:pPr>
        <w:pStyle w:val="Snum"/>
      </w:pPr>
      <w:r>
        <w:rPr>
          <w:lang w:eastAsia="et-EE"/>
        </w:rPr>
        <w:t xml:space="preserve">+372 </w:t>
      </w:r>
      <w:r>
        <w:rPr>
          <w:lang w:eastAsia="et-EE"/>
        </w:rPr>
        <w:fldChar w:fldCharType="begin"/>
      </w:r>
      <w:r>
        <w:rPr>
          <w:lang w:eastAsia="et-EE"/>
        </w:rPr>
        <w:instrText xml:space="preserve"> delta_ownerPhone  \* MERGEFORMAT</w:instrText>
      </w:r>
      <w:r>
        <w:rPr>
          <w:lang w:eastAsia="et-EE"/>
        </w:rPr>
        <w:fldChar w:fldCharType="separate"/>
      </w:r>
      <w:r>
        <w:rPr>
          <w:lang w:eastAsia="et-EE"/>
        </w:rPr>
        <w:t>53345826</w:t>
      </w:r>
      <w:r>
        <w:rPr>
          <w:lang w:eastAsia="et-EE"/>
        </w:rPr>
        <w:fldChar w:fldCharType="end"/>
      </w:r>
    </w:p>
    <w:p w14:paraId="11403CF8" w14:textId="77777777" w:rsidR="002A19E0" w:rsidRPr="00BB4BB5" w:rsidRDefault="002A19E0" w:rsidP="002A19E0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>
        <w:rPr>
          <w:lang w:eastAsia="et-EE"/>
        </w:rPr>
        <w:t>jana.aguraiuja@rescue.ee</w:t>
      </w:r>
      <w:r>
        <w:rPr>
          <w:lang w:eastAsia="et-EE"/>
        </w:rPr>
        <w:fldChar w:fldCharType="end"/>
      </w:r>
    </w:p>
    <w:p w14:paraId="686FA0BA" w14:textId="77777777" w:rsidR="004D4781" w:rsidRPr="00BD078E" w:rsidRDefault="004D4781" w:rsidP="004D4781">
      <w:pPr>
        <w:pStyle w:val="Snum"/>
      </w:pPr>
    </w:p>
    <w:p w14:paraId="1D75E6F9" w14:textId="77777777" w:rsidR="004D2067" w:rsidRPr="007A5FC5" w:rsidRDefault="004D2067" w:rsidP="004D4781">
      <w:pPr>
        <w:pStyle w:val="Snum"/>
      </w:pPr>
    </w:p>
    <w:sectPr w:rsidR="004D2067" w:rsidRPr="007A5FC5" w:rsidSect="00EA65D1"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845596" w14:textId="77777777" w:rsidR="007E5DFB" w:rsidRDefault="007E5DFB" w:rsidP="00DF44DF">
      <w:r>
        <w:separator/>
      </w:r>
    </w:p>
  </w:endnote>
  <w:endnote w:type="continuationSeparator" w:id="0">
    <w:p w14:paraId="7E4C31E5" w14:textId="77777777" w:rsidR="007E5DFB" w:rsidRDefault="007E5DFB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D3C94" w14:textId="77777777" w:rsidR="00A075DF" w:rsidRDefault="00A075DF">
    <w:pPr>
      <w:pStyle w:val="Footer"/>
      <w:tabs>
        <w:tab w:val="center" w:pos="4536"/>
        <w:tab w:val="right" w:pos="9072"/>
      </w:tabs>
      <w:jc w:val="both"/>
      <w:rPr>
        <w:sz w:val="24"/>
        <w:szCs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0B404" w14:textId="77777777" w:rsidR="00A075DF" w:rsidRDefault="00A075DF">
    <w:pPr>
      <w:pStyle w:val="Footer"/>
      <w:tabs>
        <w:tab w:val="center" w:pos="4536"/>
        <w:tab w:val="right" w:pos="9072"/>
      </w:tabs>
      <w:jc w:val="both"/>
      <w:rPr>
        <w:sz w:val="24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3B3BF" w14:textId="77777777" w:rsidR="00A075DF" w:rsidRPr="00A075DF" w:rsidRDefault="00A075DF" w:rsidP="00A075DF">
    <w:pPr>
      <w:pStyle w:val="Footer"/>
      <w:tabs>
        <w:tab w:val="center" w:pos="4536"/>
        <w:tab w:val="right" w:pos="9072"/>
      </w:tabs>
      <w:jc w:val="left"/>
      <w:rPr>
        <w:szCs w:val="20"/>
      </w:rPr>
    </w:pPr>
    <w:r w:rsidRPr="00A075DF">
      <w:rPr>
        <w:szCs w:val="20"/>
      </w:rPr>
      <w:t xml:space="preserve">Põhja päästekeskus / Erika 3 / 10416 Tallinn / 628 7500 / pohja@rescue.ee / www.päästeamet.ee / </w:t>
    </w:r>
  </w:p>
  <w:p w14:paraId="6E338611" w14:textId="77777777" w:rsidR="00124999" w:rsidRDefault="00A075DF" w:rsidP="00A075DF">
    <w:pPr>
      <w:pStyle w:val="Footer"/>
      <w:jc w:val="left"/>
    </w:pPr>
    <w:r w:rsidRPr="00A075DF">
      <w:rPr>
        <w:szCs w:val="20"/>
      </w:rPr>
      <w:t>Registrikood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2046F" w14:textId="77777777" w:rsidR="007E5DFB" w:rsidRDefault="007E5DFB" w:rsidP="00DF44DF">
      <w:r>
        <w:separator/>
      </w:r>
    </w:p>
  </w:footnote>
  <w:footnote w:type="continuationSeparator" w:id="0">
    <w:p w14:paraId="7461D2AC" w14:textId="77777777" w:rsidR="007E5DFB" w:rsidRDefault="007E5DFB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8508E" w14:textId="77777777" w:rsidR="00BB4BB5" w:rsidRPr="00AD2EA7" w:rsidRDefault="00BB4BB5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177614">
      <w:rPr>
        <w:noProof/>
      </w:rPr>
      <w:t>2</w:t>
    </w:r>
    <w:r w:rsidRPr="00AD2EA7">
      <w:fldChar w:fldCharType="end"/>
    </w:r>
    <w:r w:rsidRPr="00AD2EA7">
      <w:t xml:space="preserve"> (</w:t>
    </w:r>
    <w:r w:rsidR="008A4419">
      <w:rPr>
        <w:noProof/>
      </w:rPr>
      <w:fldChar w:fldCharType="begin"/>
    </w:r>
    <w:r w:rsidR="008A4419">
      <w:rPr>
        <w:noProof/>
      </w:rPr>
      <w:instrText xml:space="preserve"> NUMPAGES </w:instrText>
    </w:r>
    <w:r w:rsidR="008A4419">
      <w:rPr>
        <w:noProof/>
      </w:rPr>
      <w:fldChar w:fldCharType="separate"/>
    </w:r>
    <w:r w:rsidR="005568B5">
      <w:rPr>
        <w:noProof/>
      </w:rPr>
      <w:t>1</w:t>
    </w:r>
    <w:r w:rsidR="008A4419">
      <w:rPr>
        <w:noProof/>
      </w:rPr>
      <w:fldChar w:fldCharType="end"/>
    </w:r>
    <w:r w:rsidRPr="00AD2EA7">
      <w:t>)</w:t>
    </w:r>
  </w:p>
  <w:p w14:paraId="27B736F9" w14:textId="77777777" w:rsidR="00BB4BB5" w:rsidRDefault="00BB4B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5D6B80"/>
    <w:multiLevelType w:val="multilevel"/>
    <w:tmpl w:val="97B22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049623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8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10397"/>
    <w:rsid w:val="000201A2"/>
    <w:rsid w:val="0003514F"/>
    <w:rsid w:val="00042780"/>
    <w:rsid w:val="00056169"/>
    <w:rsid w:val="00060947"/>
    <w:rsid w:val="00064955"/>
    <w:rsid w:val="0007192F"/>
    <w:rsid w:val="0008298E"/>
    <w:rsid w:val="000847EF"/>
    <w:rsid w:val="000913FC"/>
    <w:rsid w:val="00094245"/>
    <w:rsid w:val="00095BFF"/>
    <w:rsid w:val="000A17B5"/>
    <w:rsid w:val="000A4E3E"/>
    <w:rsid w:val="000A61A5"/>
    <w:rsid w:val="000B6122"/>
    <w:rsid w:val="000B79E7"/>
    <w:rsid w:val="000E5C5F"/>
    <w:rsid w:val="001134D7"/>
    <w:rsid w:val="00124999"/>
    <w:rsid w:val="001274FA"/>
    <w:rsid w:val="001523BD"/>
    <w:rsid w:val="00177614"/>
    <w:rsid w:val="001A1069"/>
    <w:rsid w:val="001A7D04"/>
    <w:rsid w:val="001D4CFB"/>
    <w:rsid w:val="001D6D1D"/>
    <w:rsid w:val="001F08CC"/>
    <w:rsid w:val="002008A2"/>
    <w:rsid w:val="00211A08"/>
    <w:rsid w:val="00240574"/>
    <w:rsid w:val="002509C6"/>
    <w:rsid w:val="00257AFA"/>
    <w:rsid w:val="002637F5"/>
    <w:rsid w:val="002835BB"/>
    <w:rsid w:val="00293449"/>
    <w:rsid w:val="00294D0F"/>
    <w:rsid w:val="002A19E0"/>
    <w:rsid w:val="002A1D15"/>
    <w:rsid w:val="002D5A88"/>
    <w:rsid w:val="002D6149"/>
    <w:rsid w:val="002F254F"/>
    <w:rsid w:val="002F4AEC"/>
    <w:rsid w:val="00304B92"/>
    <w:rsid w:val="003117FA"/>
    <w:rsid w:val="003150C4"/>
    <w:rsid w:val="00317ECF"/>
    <w:rsid w:val="00336A08"/>
    <w:rsid w:val="00341725"/>
    <w:rsid w:val="0034719C"/>
    <w:rsid w:val="0035047D"/>
    <w:rsid w:val="00350D90"/>
    <w:rsid w:val="00354059"/>
    <w:rsid w:val="00362ED8"/>
    <w:rsid w:val="00367153"/>
    <w:rsid w:val="00376597"/>
    <w:rsid w:val="003820C3"/>
    <w:rsid w:val="00387068"/>
    <w:rsid w:val="00394DCB"/>
    <w:rsid w:val="00395891"/>
    <w:rsid w:val="003B1258"/>
    <w:rsid w:val="003B2A9C"/>
    <w:rsid w:val="003C3EDB"/>
    <w:rsid w:val="003D2111"/>
    <w:rsid w:val="003E2AEF"/>
    <w:rsid w:val="003E5473"/>
    <w:rsid w:val="003F0E57"/>
    <w:rsid w:val="0040700B"/>
    <w:rsid w:val="004129BC"/>
    <w:rsid w:val="00422D29"/>
    <w:rsid w:val="00423C54"/>
    <w:rsid w:val="004339DC"/>
    <w:rsid w:val="00435A13"/>
    <w:rsid w:val="0044084D"/>
    <w:rsid w:val="00464CD2"/>
    <w:rsid w:val="0047732D"/>
    <w:rsid w:val="00482E94"/>
    <w:rsid w:val="004A0BE0"/>
    <w:rsid w:val="004C1391"/>
    <w:rsid w:val="004C3362"/>
    <w:rsid w:val="004D047E"/>
    <w:rsid w:val="004D2067"/>
    <w:rsid w:val="004D264D"/>
    <w:rsid w:val="004D4781"/>
    <w:rsid w:val="005129EE"/>
    <w:rsid w:val="005205C6"/>
    <w:rsid w:val="00530195"/>
    <w:rsid w:val="00531FEB"/>
    <w:rsid w:val="00546204"/>
    <w:rsid w:val="00551E24"/>
    <w:rsid w:val="005568B5"/>
    <w:rsid w:val="00557534"/>
    <w:rsid w:val="00560A92"/>
    <w:rsid w:val="00564569"/>
    <w:rsid w:val="0057101D"/>
    <w:rsid w:val="00574290"/>
    <w:rsid w:val="0057796A"/>
    <w:rsid w:val="005B0A77"/>
    <w:rsid w:val="005B5CE1"/>
    <w:rsid w:val="005E0303"/>
    <w:rsid w:val="005E3AED"/>
    <w:rsid w:val="005E45BB"/>
    <w:rsid w:val="005F63CE"/>
    <w:rsid w:val="00602834"/>
    <w:rsid w:val="00610D0C"/>
    <w:rsid w:val="00611E28"/>
    <w:rsid w:val="006121BB"/>
    <w:rsid w:val="00620B43"/>
    <w:rsid w:val="00622E28"/>
    <w:rsid w:val="00633186"/>
    <w:rsid w:val="006372C9"/>
    <w:rsid w:val="006479A6"/>
    <w:rsid w:val="00652C75"/>
    <w:rsid w:val="006567A1"/>
    <w:rsid w:val="00660BB3"/>
    <w:rsid w:val="00676284"/>
    <w:rsid w:val="00680609"/>
    <w:rsid w:val="006A01AC"/>
    <w:rsid w:val="006A04FA"/>
    <w:rsid w:val="006B118C"/>
    <w:rsid w:val="006C7A8E"/>
    <w:rsid w:val="006D1A57"/>
    <w:rsid w:val="006D382E"/>
    <w:rsid w:val="006E16BD"/>
    <w:rsid w:val="006E7268"/>
    <w:rsid w:val="006F3BB9"/>
    <w:rsid w:val="006F72D7"/>
    <w:rsid w:val="007024DA"/>
    <w:rsid w:val="007056E1"/>
    <w:rsid w:val="007078D9"/>
    <w:rsid w:val="00713327"/>
    <w:rsid w:val="00733F90"/>
    <w:rsid w:val="00734126"/>
    <w:rsid w:val="00735558"/>
    <w:rsid w:val="00735D21"/>
    <w:rsid w:val="00746162"/>
    <w:rsid w:val="0075695A"/>
    <w:rsid w:val="00777EA7"/>
    <w:rsid w:val="00783866"/>
    <w:rsid w:val="0079540C"/>
    <w:rsid w:val="007A0D70"/>
    <w:rsid w:val="007A15CA"/>
    <w:rsid w:val="007A1DE8"/>
    <w:rsid w:val="007A589F"/>
    <w:rsid w:val="007A5FC5"/>
    <w:rsid w:val="007B30FD"/>
    <w:rsid w:val="007D54FC"/>
    <w:rsid w:val="007D6F91"/>
    <w:rsid w:val="007E5DFB"/>
    <w:rsid w:val="00830470"/>
    <w:rsid w:val="00835480"/>
    <w:rsid w:val="00835858"/>
    <w:rsid w:val="00854CA7"/>
    <w:rsid w:val="0086543D"/>
    <w:rsid w:val="008752A9"/>
    <w:rsid w:val="00881660"/>
    <w:rsid w:val="00885C09"/>
    <w:rsid w:val="008919F2"/>
    <w:rsid w:val="00893528"/>
    <w:rsid w:val="00895B0A"/>
    <w:rsid w:val="00897A93"/>
    <w:rsid w:val="008A4419"/>
    <w:rsid w:val="008B041F"/>
    <w:rsid w:val="008D4634"/>
    <w:rsid w:val="008F0B50"/>
    <w:rsid w:val="0091786B"/>
    <w:rsid w:val="009370A4"/>
    <w:rsid w:val="009606D0"/>
    <w:rsid w:val="009644EE"/>
    <w:rsid w:val="00973CD2"/>
    <w:rsid w:val="0097798A"/>
    <w:rsid w:val="009919BB"/>
    <w:rsid w:val="00991E6B"/>
    <w:rsid w:val="00997DE8"/>
    <w:rsid w:val="009D39F2"/>
    <w:rsid w:val="009D4A58"/>
    <w:rsid w:val="009E7F4A"/>
    <w:rsid w:val="009F5F71"/>
    <w:rsid w:val="00A04314"/>
    <w:rsid w:val="00A04717"/>
    <w:rsid w:val="00A075DF"/>
    <w:rsid w:val="00A10E66"/>
    <w:rsid w:val="00A1244E"/>
    <w:rsid w:val="00A13FDE"/>
    <w:rsid w:val="00A175F2"/>
    <w:rsid w:val="00A17AF2"/>
    <w:rsid w:val="00A2422E"/>
    <w:rsid w:val="00A30524"/>
    <w:rsid w:val="00A35AF6"/>
    <w:rsid w:val="00A41760"/>
    <w:rsid w:val="00A50927"/>
    <w:rsid w:val="00A511D8"/>
    <w:rsid w:val="00A5241A"/>
    <w:rsid w:val="00A82E9B"/>
    <w:rsid w:val="00A83F5F"/>
    <w:rsid w:val="00A8672A"/>
    <w:rsid w:val="00AB1C97"/>
    <w:rsid w:val="00AC4752"/>
    <w:rsid w:val="00AC6704"/>
    <w:rsid w:val="00AD2EA7"/>
    <w:rsid w:val="00AE02A8"/>
    <w:rsid w:val="00AE2BB3"/>
    <w:rsid w:val="00B0496B"/>
    <w:rsid w:val="00B068B0"/>
    <w:rsid w:val="00B06B39"/>
    <w:rsid w:val="00B202E5"/>
    <w:rsid w:val="00B22AAD"/>
    <w:rsid w:val="00B3545A"/>
    <w:rsid w:val="00B72F5F"/>
    <w:rsid w:val="00B72F92"/>
    <w:rsid w:val="00B752FA"/>
    <w:rsid w:val="00B81CF7"/>
    <w:rsid w:val="00BA7AAE"/>
    <w:rsid w:val="00BB4BB5"/>
    <w:rsid w:val="00BC04F5"/>
    <w:rsid w:val="00BC1A62"/>
    <w:rsid w:val="00BC7BE6"/>
    <w:rsid w:val="00BD078E"/>
    <w:rsid w:val="00BD3CCF"/>
    <w:rsid w:val="00BE0CC9"/>
    <w:rsid w:val="00BF0F5E"/>
    <w:rsid w:val="00BF4D7C"/>
    <w:rsid w:val="00C11777"/>
    <w:rsid w:val="00C24F66"/>
    <w:rsid w:val="00C27B07"/>
    <w:rsid w:val="00C41FC5"/>
    <w:rsid w:val="00C6686C"/>
    <w:rsid w:val="00C66C29"/>
    <w:rsid w:val="00C72710"/>
    <w:rsid w:val="00C75336"/>
    <w:rsid w:val="00C83346"/>
    <w:rsid w:val="00C84B60"/>
    <w:rsid w:val="00C941DD"/>
    <w:rsid w:val="00CA583B"/>
    <w:rsid w:val="00CA5F0B"/>
    <w:rsid w:val="00CB3D44"/>
    <w:rsid w:val="00CC4EF2"/>
    <w:rsid w:val="00CC67A6"/>
    <w:rsid w:val="00CC7DC2"/>
    <w:rsid w:val="00CD29CF"/>
    <w:rsid w:val="00CE5416"/>
    <w:rsid w:val="00CF2B77"/>
    <w:rsid w:val="00CF4303"/>
    <w:rsid w:val="00D346B5"/>
    <w:rsid w:val="00D40650"/>
    <w:rsid w:val="00D41A58"/>
    <w:rsid w:val="00D423CA"/>
    <w:rsid w:val="00D57C7C"/>
    <w:rsid w:val="00D619C0"/>
    <w:rsid w:val="00D62CC6"/>
    <w:rsid w:val="00D67F9F"/>
    <w:rsid w:val="00D71FE0"/>
    <w:rsid w:val="00D800AA"/>
    <w:rsid w:val="00D80E7D"/>
    <w:rsid w:val="00D83DB1"/>
    <w:rsid w:val="00DA4910"/>
    <w:rsid w:val="00DF44DF"/>
    <w:rsid w:val="00E023F6"/>
    <w:rsid w:val="00E03DBB"/>
    <w:rsid w:val="00E35C44"/>
    <w:rsid w:val="00E35D29"/>
    <w:rsid w:val="00E42978"/>
    <w:rsid w:val="00E468D1"/>
    <w:rsid w:val="00E505A5"/>
    <w:rsid w:val="00E56BA0"/>
    <w:rsid w:val="00E66EF8"/>
    <w:rsid w:val="00EA65D1"/>
    <w:rsid w:val="00EA79C9"/>
    <w:rsid w:val="00EC338E"/>
    <w:rsid w:val="00EE6F96"/>
    <w:rsid w:val="00F06D6B"/>
    <w:rsid w:val="00F15BA8"/>
    <w:rsid w:val="00F24D11"/>
    <w:rsid w:val="00F30437"/>
    <w:rsid w:val="00F34B0A"/>
    <w:rsid w:val="00F50448"/>
    <w:rsid w:val="00F818B7"/>
    <w:rsid w:val="00F915C4"/>
    <w:rsid w:val="00F91D40"/>
    <w:rsid w:val="00F9645B"/>
    <w:rsid w:val="00F9773D"/>
    <w:rsid w:val="00FA7108"/>
    <w:rsid w:val="00FD084A"/>
    <w:rsid w:val="00FD4C35"/>
    <w:rsid w:val="00FD7BA7"/>
    <w:rsid w:val="00FE2989"/>
    <w:rsid w:val="00FE7ABA"/>
    <w:rsid w:val="00FF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38F2D4"/>
  <w14:defaultImageDpi w14:val="0"/>
  <w15:docId w15:val="{C996706B-F227-4420-A6E1-F29B995A6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qFormat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customStyle="1" w:styleId="Heading6Char">
    <w:name w:val="Heading 6 Char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styleId="Hyperlink">
    <w:name w:val="Hyperlink"/>
    <w:uiPriority w:val="99"/>
    <w:rsid w:val="00D40650"/>
    <w:rPr>
      <w:rFonts w:cs="Times New Roman"/>
      <w:color w:val="000080"/>
      <w:u w:val="single"/>
    </w:rPr>
  </w:style>
  <w:style w:type="character" w:customStyle="1" w:styleId="Heading5Char">
    <w:name w:val="Heading 5 Char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4Char">
    <w:name w:val="Heading 4 Char"/>
    <w:link w:val="Heading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Footer">
    <w:name w:val="footer"/>
    <w:basedOn w:val="Normal"/>
    <w:link w:val="FooterChar"/>
    <w:autoRedefine/>
    <w:uiPriority w:val="99"/>
    <w:qFormat/>
    <w:rsid w:val="00BB4BB5"/>
    <w:pPr>
      <w:spacing w:line="240" w:lineRule="auto"/>
      <w:jc w:val="center"/>
    </w:pPr>
    <w:rPr>
      <w:rFonts w:cs="Mangal"/>
      <w:sz w:val="20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FooterChar">
    <w:name w:val="Footer Char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AK">
    <w:name w:val="AK"/>
    <w:autoRedefine/>
    <w:qFormat/>
    <w:rsid w:val="00991E6B"/>
    <w:pPr>
      <w:keepNext/>
      <w:keepLines/>
      <w:suppressLineNumbers/>
      <w:tabs>
        <w:tab w:val="left" w:pos="1206"/>
      </w:tabs>
    </w:pPr>
    <w:rPr>
      <w:rFonts w:eastAsia="SimSun"/>
      <w:b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752A9"/>
    <w:pPr>
      <w:jc w:val="both"/>
    </w:pPr>
    <w:rPr>
      <w:rFonts w:eastAsia="SimSun"/>
      <w:kern w:val="24"/>
      <w:sz w:val="24"/>
      <w:szCs w:val="24"/>
      <w:lang w:bidi="hi-IN"/>
    </w:rPr>
  </w:style>
  <w:style w:type="paragraph" w:styleId="Title">
    <w:name w:val="Title"/>
    <w:basedOn w:val="Normal"/>
    <w:link w:val="TitleChar"/>
    <w:autoRedefine/>
    <w:uiPriority w:val="10"/>
    <w:qFormat/>
    <w:rsid w:val="00177614"/>
    <w:pPr>
      <w:widowControl/>
      <w:suppressAutoHyphens w:val="0"/>
      <w:spacing w:line="240" w:lineRule="auto"/>
      <w:ind w:right="4818"/>
      <w:jc w:val="left"/>
    </w:pPr>
    <w:rPr>
      <w:b/>
    </w:rPr>
  </w:style>
  <w:style w:type="paragraph" w:customStyle="1" w:styleId="Snum">
    <w:name w:val="Sõnum"/>
    <w:autoRedefine/>
    <w:qFormat/>
    <w:rsid w:val="00A175F2"/>
    <w:pPr>
      <w:tabs>
        <w:tab w:val="left" w:pos="5670"/>
      </w:tabs>
      <w:jc w:val="both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Mangal"/>
      <w:b/>
      <w:bCs/>
      <w:kern w:val="28"/>
      <w:sz w:val="29"/>
      <w:szCs w:val="29"/>
      <w:lang w:val="x-none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styleId="CommentReference">
    <w:name w:val="annotation reference"/>
    <w:uiPriority w:val="99"/>
    <w:rsid w:val="00C1177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11777"/>
    <w:pPr>
      <w:spacing w:line="240" w:lineRule="auto"/>
    </w:pPr>
    <w:rPr>
      <w:rFonts w:cs="Mang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11777"/>
    <w:rPr>
      <w:b/>
      <w:bCs/>
    </w:rPr>
  </w:style>
  <w:style w:type="character" w:customStyle="1" w:styleId="BalloonTextChar">
    <w:name w:val="Balloon Text Char"/>
    <w:link w:val="BalloonTex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character" w:customStyle="1" w:styleId="CommentTextChar">
    <w:name w:val="Comment Text Char"/>
    <w:link w:val="CommentText"/>
    <w:uiPriority w:val="99"/>
    <w:locked/>
    <w:rsid w:val="00C11777"/>
    <w:rPr>
      <w:rFonts w:eastAsia="SimSun" w:cs="Mangal"/>
      <w:kern w:val="1"/>
      <w:sz w:val="18"/>
      <w:szCs w:val="18"/>
      <w:lang w:val="x-none" w:eastAsia="zh-CN" w:bidi="hi-IN"/>
    </w:rPr>
  </w:style>
  <w:style w:type="character" w:customStyle="1" w:styleId="BodyTextChar">
    <w:name w:val="Body Text Char"/>
    <w:link w:val="BodyText"/>
    <w:uiPriority w:val="99"/>
    <w:locked/>
    <w:rsid w:val="00A82E9B"/>
    <w:rPr>
      <w:rFonts w:eastAsia="Times New Roman" w:cs="Times New Roman"/>
      <w:spacing w:val="-5"/>
      <w:sz w:val="24"/>
      <w:szCs w:val="24"/>
      <w:lang w:val="x-none" w:eastAsia="en-US"/>
    </w:rPr>
  </w:style>
  <w:style w:type="paragraph" w:styleId="BodyText">
    <w:name w:val="Body Text"/>
    <w:basedOn w:val="Normal"/>
    <w:link w:val="BodyTextChar"/>
    <w:uiPriority w:val="99"/>
    <w:rsid w:val="00A82E9B"/>
    <w:pPr>
      <w:widowControl/>
      <w:suppressAutoHyphens w:val="0"/>
      <w:spacing w:after="220" w:line="220" w:lineRule="atLeast"/>
    </w:pPr>
    <w:rPr>
      <w:rFonts w:eastAsia="Times New Roman"/>
      <w:spacing w:val="-5"/>
      <w:kern w:val="0"/>
      <w:lang w:eastAsia="en-US" w:bidi="ar-SA"/>
    </w:rPr>
  </w:style>
  <w:style w:type="character" w:customStyle="1" w:styleId="lrzxr">
    <w:name w:val="lrzxr"/>
    <w:rsid w:val="00B752FA"/>
  </w:style>
  <w:style w:type="character" w:customStyle="1" w:styleId="CommentSubjectChar">
    <w:name w:val="Comment Subject Char"/>
    <w:link w:val="CommentSubject"/>
    <w:uiPriority w:val="99"/>
    <w:locked/>
    <w:rsid w:val="00C11777"/>
    <w:rPr>
      <w:rFonts w:eastAsia="SimSun" w:cs="Mangal"/>
      <w:b/>
      <w:bCs/>
      <w:kern w:val="1"/>
      <w:sz w:val="18"/>
      <w:szCs w:val="18"/>
      <w:lang w:val="x-non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80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tti@mtggrupp.ee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A31F133-4D09-4491-BB2D-92344E37C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17</TotalTime>
  <Pages>1</Pages>
  <Words>116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Uiboaed</dc:creator>
  <cp:keywords/>
  <dc:description/>
  <cp:lastModifiedBy>Jana Aguraiuja</cp:lastModifiedBy>
  <cp:revision>6</cp:revision>
  <cp:lastPrinted>2020-06-03T06:43:00Z</cp:lastPrinted>
  <dcterms:created xsi:type="dcterms:W3CDTF">2025-01-13T12:40:00Z</dcterms:created>
  <dcterms:modified xsi:type="dcterms:W3CDTF">2025-01-13T12:53:00Z</dcterms:modified>
</cp:coreProperties>
</file>